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5529"/>
        <w:gridCol w:w="4110"/>
      </w:tblGrid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0467" w:rsidRDefault="001B0467">
            <w:pPr>
              <w:ind w:left="3360"/>
              <w:rPr>
                <w:szCs w:val="28"/>
              </w:rPr>
            </w:pPr>
          </w:p>
        </w:tc>
        <w:tc>
          <w:tcPr>
            <w:tcW w:w="4110" w:type="dxa"/>
            <w:noWrap/>
            <w:vAlign w:val="center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12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0467" w:rsidRDefault="001B0467">
            <w:pPr>
              <w:ind w:left="3360"/>
              <w:rPr>
                <w:szCs w:val="28"/>
              </w:rPr>
            </w:pPr>
          </w:p>
        </w:tc>
        <w:tc>
          <w:tcPr>
            <w:tcW w:w="4110" w:type="dxa"/>
            <w:noWrap/>
            <w:vAlign w:val="center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0467" w:rsidRDefault="001B0467">
            <w:pPr>
              <w:ind w:left="3360"/>
              <w:rPr>
                <w:szCs w:val="28"/>
              </w:rPr>
            </w:pPr>
          </w:p>
        </w:tc>
        <w:tc>
          <w:tcPr>
            <w:tcW w:w="4110" w:type="dxa"/>
            <w:noWrap/>
            <w:vAlign w:val="center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0467" w:rsidRDefault="001B0467">
            <w:pPr>
              <w:ind w:left="3360"/>
              <w:rPr>
                <w:szCs w:val="28"/>
              </w:rPr>
            </w:pPr>
          </w:p>
        </w:tc>
        <w:tc>
          <w:tcPr>
            <w:tcW w:w="4110" w:type="dxa"/>
            <w:noWrap/>
            <w:vAlign w:val="bottom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0467" w:rsidRDefault="001B0467">
            <w:pPr>
              <w:ind w:left="3360"/>
              <w:rPr>
                <w:szCs w:val="28"/>
              </w:rPr>
            </w:pPr>
          </w:p>
        </w:tc>
        <w:tc>
          <w:tcPr>
            <w:tcW w:w="4110" w:type="dxa"/>
            <w:noWrap/>
            <w:vAlign w:val="bottom"/>
            <w:hideMark/>
          </w:tcPr>
          <w:p w:rsidR="001B0467" w:rsidRDefault="001B0467" w:rsidP="000565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056513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056513">
              <w:rPr>
                <w:szCs w:val="28"/>
              </w:rPr>
              <w:t>278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0467" w:rsidRDefault="001B0467">
            <w:pPr>
              <w:ind w:left="3360"/>
              <w:rPr>
                <w:szCs w:val="28"/>
              </w:rPr>
            </w:pPr>
          </w:p>
        </w:tc>
        <w:tc>
          <w:tcPr>
            <w:tcW w:w="4110" w:type="dxa"/>
            <w:noWrap/>
            <w:vAlign w:val="center"/>
          </w:tcPr>
          <w:p w:rsidR="001B0467" w:rsidRDefault="001B0467">
            <w:pPr>
              <w:jc w:val="center"/>
              <w:rPr>
                <w:szCs w:val="28"/>
              </w:rPr>
            </w:pP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0467" w:rsidRDefault="001B0467">
            <w:pPr>
              <w:ind w:left="3360"/>
              <w:rPr>
                <w:szCs w:val="28"/>
              </w:rPr>
            </w:pPr>
          </w:p>
        </w:tc>
        <w:tc>
          <w:tcPr>
            <w:tcW w:w="4110" w:type="dxa"/>
            <w:noWrap/>
            <w:vAlign w:val="center"/>
          </w:tcPr>
          <w:p w:rsidR="001B0467" w:rsidRDefault="001B0467">
            <w:pPr>
              <w:jc w:val="center"/>
              <w:rPr>
                <w:szCs w:val="28"/>
              </w:rPr>
            </w:pP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467" w:rsidRDefault="001B0467"/>
        </w:tc>
        <w:tc>
          <w:tcPr>
            <w:tcW w:w="4110" w:type="dxa"/>
            <w:noWrap/>
            <w:vAlign w:val="center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14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0467" w:rsidRDefault="001B0467">
            <w:pPr>
              <w:ind w:left="3360"/>
              <w:rPr>
                <w:szCs w:val="28"/>
              </w:rPr>
            </w:pPr>
          </w:p>
        </w:tc>
        <w:tc>
          <w:tcPr>
            <w:tcW w:w="4110" w:type="dxa"/>
            <w:noWrap/>
            <w:vAlign w:val="center"/>
          </w:tcPr>
          <w:p w:rsidR="001B0467" w:rsidRDefault="001B0467">
            <w:pPr>
              <w:jc w:val="center"/>
              <w:rPr>
                <w:szCs w:val="28"/>
              </w:rPr>
            </w:pP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467" w:rsidRDefault="001B0467"/>
        </w:tc>
        <w:tc>
          <w:tcPr>
            <w:tcW w:w="4110" w:type="dxa"/>
            <w:noWrap/>
            <w:vAlign w:val="center"/>
            <w:hideMark/>
          </w:tcPr>
          <w:p w:rsidR="001B0467" w:rsidRDefault="001B0467"/>
        </w:tc>
      </w:tr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467" w:rsidRDefault="001B0467"/>
        </w:tc>
        <w:tc>
          <w:tcPr>
            <w:tcW w:w="4110" w:type="dxa"/>
            <w:noWrap/>
            <w:vAlign w:val="center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УТВЕРЖДЕНЫ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467" w:rsidRDefault="001B0467"/>
        </w:tc>
        <w:tc>
          <w:tcPr>
            <w:tcW w:w="4110" w:type="dxa"/>
            <w:noWrap/>
            <w:vAlign w:val="center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vAlign w:val="center"/>
            <w:hideMark/>
          </w:tcPr>
          <w:p w:rsidR="001B0467" w:rsidRDefault="001B0467"/>
        </w:tc>
        <w:tc>
          <w:tcPr>
            <w:tcW w:w="4110" w:type="dxa"/>
            <w:noWrap/>
            <w:vAlign w:val="center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vAlign w:val="bottom"/>
            <w:hideMark/>
          </w:tcPr>
          <w:p w:rsidR="001B0467" w:rsidRDefault="001B046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110" w:type="dxa"/>
            <w:vAlign w:val="bottom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vAlign w:val="bottom"/>
          </w:tcPr>
          <w:p w:rsidR="001B0467" w:rsidRDefault="001B0467">
            <w:pPr>
              <w:rPr>
                <w:szCs w:val="28"/>
              </w:rPr>
            </w:pPr>
          </w:p>
        </w:tc>
        <w:tc>
          <w:tcPr>
            <w:tcW w:w="4110" w:type="dxa"/>
            <w:vAlign w:val="bottom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20 декабря 2019 года №187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vAlign w:val="bottom"/>
          </w:tcPr>
          <w:p w:rsidR="001B0467" w:rsidRDefault="001B0467">
            <w:pPr>
              <w:rPr>
                <w:szCs w:val="28"/>
              </w:rPr>
            </w:pPr>
          </w:p>
        </w:tc>
        <w:tc>
          <w:tcPr>
            <w:tcW w:w="4110" w:type="dxa"/>
            <w:vAlign w:val="bottom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vAlign w:val="bottom"/>
          </w:tcPr>
          <w:p w:rsidR="001B0467" w:rsidRDefault="001B0467">
            <w:pPr>
              <w:rPr>
                <w:szCs w:val="28"/>
              </w:rPr>
            </w:pPr>
          </w:p>
        </w:tc>
        <w:tc>
          <w:tcPr>
            <w:tcW w:w="4110" w:type="dxa"/>
            <w:vAlign w:val="center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vAlign w:val="bottom"/>
          </w:tcPr>
          <w:p w:rsidR="001B0467" w:rsidRDefault="001B0467">
            <w:pPr>
              <w:rPr>
                <w:szCs w:val="28"/>
              </w:rPr>
            </w:pPr>
          </w:p>
        </w:tc>
        <w:tc>
          <w:tcPr>
            <w:tcW w:w="4110" w:type="dxa"/>
            <w:vAlign w:val="bottom"/>
            <w:hideMark/>
          </w:tcPr>
          <w:p w:rsidR="001B0467" w:rsidRDefault="001B0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1B0467" w:rsidTr="00056513">
        <w:trPr>
          <w:cantSplit/>
        </w:trPr>
        <w:tc>
          <w:tcPr>
            <w:tcW w:w="5529" w:type="dxa"/>
            <w:noWrap/>
            <w:vAlign w:val="bottom"/>
            <w:hideMark/>
          </w:tcPr>
          <w:p w:rsidR="001B0467" w:rsidRDefault="001B0467"/>
        </w:tc>
        <w:tc>
          <w:tcPr>
            <w:tcW w:w="4110" w:type="dxa"/>
            <w:vAlign w:val="bottom"/>
            <w:hideMark/>
          </w:tcPr>
          <w:p w:rsidR="001B0467" w:rsidRDefault="001B0467" w:rsidP="000565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056513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056513">
              <w:rPr>
                <w:szCs w:val="28"/>
              </w:rPr>
              <w:t>278</w:t>
            </w:r>
            <w:bookmarkStart w:id="0" w:name="_GoBack"/>
            <w:bookmarkEnd w:id="0"/>
            <w:r>
              <w:rPr>
                <w:szCs w:val="28"/>
              </w:rPr>
              <w:t>)</w:t>
            </w:r>
          </w:p>
        </w:tc>
      </w:tr>
    </w:tbl>
    <w:p w:rsidR="001B0467" w:rsidRDefault="001B0467"/>
    <w:tbl>
      <w:tblPr>
        <w:tblW w:w="9639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5245"/>
        <w:gridCol w:w="1417"/>
      </w:tblGrid>
      <w:tr w:rsidR="00DC1060" w:rsidTr="001B0467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60" w:rsidRDefault="00DC1060" w:rsidP="001B0467">
            <w:pPr>
              <w:rPr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1060" w:rsidRDefault="00DC1060" w:rsidP="00BC52FF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60" w:rsidRDefault="00DC1060" w:rsidP="00BC52FF">
            <w:pPr>
              <w:rPr>
                <w:szCs w:val="28"/>
              </w:rPr>
            </w:pPr>
          </w:p>
        </w:tc>
      </w:tr>
      <w:tr w:rsidR="00DC1060" w:rsidTr="001B0467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60" w:rsidRDefault="00DC1060" w:rsidP="00BC52FF">
            <w:pPr>
              <w:rPr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1060" w:rsidRDefault="00DC1060" w:rsidP="00BC52FF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60" w:rsidRDefault="00DC1060" w:rsidP="00BC52FF">
            <w:pPr>
              <w:rPr>
                <w:szCs w:val="28"/>
              </w:rPr>
            </w:pPr>
          </w:p>
        </w:tc>
      </w:tr>
      <w:tr w:rsidR="00DC1060" w:rsidTr="001B0467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060" w:rsidRDefault="00DC1060" w:rsidP="00BC52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ИСТОЧНИКИ </w:t>
            </w:r>
            <w:r>
              <w:rPr>
                <w:szCs w:val="28"/>
              </w:rPr>
              <w:br/>
              <w:t xml:space="preserve">внутреннего финансирования дефицита бюджета </w:t>
            </w:r>
            <w:r>
              <w:rPr>
                <w:szCs w:val="28"/>
              </w:rPr>
              <w:br/>
              <w:t xml:space="preserve">муниципального образования город-курорт Геленджик, </w:t>
            </w:r>
            <w:r>
              <w:rPr>
                <w:szCs w:val="28"/>
              </w:rPr>
              <w:br/>
              <w:t xml:space="preserve">перечень статей источников финансирования </w:t>
            </w:r>
            <w:r>
              <w:rPr>
                <w:szCs w:val="28"/>
              </w:rPr>
              <w:br/>
              <w:t>дефицитов бюджетов на 2020 год</w:t>
            </w:r>
          </w:p>
        </w:tc>
      </w:tr>
      <w:tr w:rsidR="00DC1060" w:rsidTr="001B0467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060" w:rsidRDefault="00DC1060" w:rsidP="00BC52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060" w:rsidRDefault="00DC1060" w:rsidP="00BC52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060" w:rsidRDefault="00DC1060" w:rsidP="00BC52F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C1060" w:rsidTr="001B0467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C1060" w:rsidRDefault="00DC1060" w:rsidP="00BC52FF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DC1060" w:rsidRPr="001B0467" w:rsidTr="001B0467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C1060" w:rsidRPr="001B0467" w:rsidRDefault="00DC1060" w:rsidP="00BC52FF">
            <w:pPr>
              <w:jc w:val="center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C1060" w:rsidRPr="001B0467" w:rsidRDefault="00DC1060" w:rsidP="00BC52FF">
            <w:pPr>
              <w:jc w:val="center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C1060" w:rsidRPr="001B0467" w:rsidRDefault="00DC1060" w:rsidP="00BC52FF">
            <w:pPr>
              <w:jc w:val="center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Сумма</w:t>
            </w:r>
          </w:p>
        </w:tc>
      </w:tr>
    </w:tbl>
    <w:p w:rsidR="00DC1060" w:rsidRPr="001B0467" w:rsidRDefault="00DC1060">
      <w:pPr>
        <w:rPr>
          <w:sz w:val="2"/>
          <w:szCs w:val="2"/>
        </w:rPr>
      </w:pPr>
    </w:p>
    <w:tbl>
      <w:tblPr>
        <w:tblW w:w="9639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5245"/>
        <w:gridCol w:w="1417"/>
      </w:tblGrid>
      <w:tr w:rsidR="00DC1060" w:rsidRPr="001B0467" w:rsidTr="001B0467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C1060" w:rsidRPr="001B0467" w:rsidRDefault="00DC1060" w:rsidP="00BC52FF">
            <w:pPr>
              <w:jc w:val="center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C1060" w:rsidRPr="001B0467" w:rsidRDefault="00DC1060" w:rsidP="00BC52FF">
            <w:pPr>
              <w:jc w:val="center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DC1060" w:rsidRPr="001B0467" w:rsidRDefault="00DC1060" w:rsidP="00BC52FF">
            <w:pPr>
              <w:jc w:val="center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3</w:t>
            </w: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BC52FF">
            <w:pPr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Источники внутреннего финансирования дефицитов бюджетов,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192 702,5</w:t>
            </w: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192 702,5</w:t>
            </w: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3 965 166,9</w:t>
            </w: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3 965 166,9</w:t>
            </w: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</w:p>
        </w:tc>
      </w:tr>
      <w:tr w:rsidR="001B0467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0467" w:rsidRDefault="001B04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0467" w:rsidRDefault="001B046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0467" w:rsidRPr="001B0467" w:rsidRDefault="001B0467" w:rsidP="001B0467">
            <w:pPr>
              <w:jc w:val="right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3 965 166,9</w:t>
            </w: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902 01 05 02 01 04 0000 510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Увеличение прочих остатков денежных средств </w:t>
            </w:r>
            <w:r w:rsidRPr="001B0467">
              <w:rPr>
                <w:sz w:val="24"/>
                <w:szCs w:val="24"/>
              </w:rPr>
              <w:lastRenderedPageBreak/>
              <w:t>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lastRenderedPageBreak/>
              <w:t>3 965 166,9</w:t>
            </w: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4 157 869,4</w:t>
            </w: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4 157 869,4</w:t>
            </w: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</w:p>
        </w:tc>
      </w:tr>
      <w:tr w:rsidR="001B0467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0467" w:rsidRDefault="001B046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0467" w:rsidRDefault="001B046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0467" w:rsidRPr="001B0467" w:rsidRDefault="001B0467" w:rsidP="001B0467">
            <w:pPr>
              <w:jc w:val="right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4 157 869,4</w:t>
            </w: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</w:p>
        </w:tc>
      </w:tr>
      <w:tr w:rsidR="00DC1060" w:rsidRPr="001B0467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902 01 05 02 01 04 0000 610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DC1060">
            <w:pPr>
              <w:jc w:val="both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Pr="001B0467" w:rsidRDefault="00DC1060" w:rsidP="001B0467">
            <w:pPr>
              <w:jc w:val="right"/>
              <w:rPr>
                <w:sz w:val="24"/>
                <w:szCs w:val="24"/>
              </w:rPr>
            </w:pPr>
            <w:r w:rsidRPr="001B0467">
              <w:rPr>
                <w:sz w:val="24"/>
                <w:szCs w:val="24"/>
              </w:rPr>
              <w:t>4 157 869,4</w:t>
            </w:r>
            <w:r w:rsidR="00A32708">
              <w:rPr>
                <w:sz w:val="24"/>
                <w:szCs w:val="24"/>
              </w:rPr>
              <w:t>»</w:t>
            </w:r>
          </w:p>
        </w:tc>
      </w:tr>
      <w:tr w:rsidR="00DC1060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1060" w:rsidRDefault="00DC1060" w:rsidP="00DC1060">
            <w:pPr>
              <w:jc w:val="both"/>
              <w:rPr>
                <w:sz w:val="24"/>
                <w:szCs w:val="24"/>
              </w:rPr>
            </w:pPr>
            <w:r>
              <w:t xml:space="preserve"> 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Default="00DC1060" w:rsidP="00DC1060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1060" w:rsidRDefault="00DC1060" w:rsidP="00DC1060">
            <w:pPr>
              <w:jc w:val="both"/>
              <w:rPr>
                <w:sz w:val="24"/>
                <w:szCs w:val="24"/>
              </w:rPr>
            </w:pPr>
          </w:p>
        </w:tc>
      </w:tr>
      <w:tr w:rsidR="00DC1060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060" w:rsidRDefault="00DC1060" w:rsidP="00DC1060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060" w:rsidRDefault="00DC1060" w:rsidP="00DC10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060" w:rsidRDefault="00DC1060" w:rsidP="00DC1060">
            <w:pPr>
              <w:jc w:val="both"/>
              <w:rPr>
                <w:sz w:val="24"/>
                <w:szCs w:val="24"/>
              </w:rPr>
            </w:pPr>
          </w:p>
        </w:tc>
      </w:tr>
    </w:tbl>
    <w:p w:rsidR="001B0467" w:rsidRPr="001B0467" w:rsidRDefault="001B0467">
      <w:pPr>
        <w:rPr>
          <w:sz w:val="2"/>
          <w:szCs w:val="2"/>
        </w:rPr>
      </w:pPr>
    </w:p>
    <w:tbl>
      <w:tblPr>
        <w:tblW w:w="9639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4253"/>
        <w:gridCol w:w="2409"/>
      </w:tblGrid>
      <w:tr w:rsidR="00DC1060" w:rsidTr="001B046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060" w:rsidRDefault="00DC1060" w:rsidP="00DC1060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060" w:rsidRDefault="00DC1060" w:rsidP="00DC10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060" w:rsidRDefault="00DC1060" w:rsidP="00DC1060">
            <w:pPr>
              <w:jc w:val="both"/>
              <w:rPr>
                <w:sz w:val="24"/>
                <w:szCs w:val="24"/>
              </w:rPr>
            </w:pPr>
          </w:p>
        </w:tc>
      </w:tr>
      <w:tr w:rsidR="00DC1060" w:rsidTr="001B0467"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1060" w:rsidRDefault="00DC1060" w:rsidP="001B0467">
            <w:pPr>
              <w:rPr>
                <w:szCs w:val="28"/>
              </w:rPr>
            </w:pPr>
            <w:r>
              <w:rPr>
                <w:szCs w:val="28"/>
              </w:rPr>
              <w:t>Гл</w:t>
            </w:r>
            <w:r w:rsidR="001B0467">
              <w:rPr>
                <w:szCs w:val="28"/>
              </w:rPr>
              <w:t>ава муниципального образования</w:t>
            </w:r>
            <w:r w:rsidR="001B0467">
              <w:rPr>
                <w:szCs w:val="28"/>
              </w:rPr>
              <w:br/>
            </w:r>
            <w:r>
              <w:rPr>
                <w:szCs w:val="28"/>
              </w:rPr>
              <w:t>город-курорт Геленджик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060" w:rsidRDefault="00DC1060" w:rsidP="001B0467">
            <w:pPr>
              <w:ind w:hanging="34"/>
              <w:jc w:val="right"/>
              <w:rPr>
                <w:szCs w:val="28"/>
              </w:rPr>
            </w:pPr>
            <w:r>
              <w:rPr>
                <w:szCs w:val="28"/>
              </w:rPr>
              <w:t>А.А. Богодистов</w:t>
            </w:r>
          </w:p>
        </w:tc>
      </w:tr>
    </w:tbl>
    <w:p w:rsidR="00DC1060" w:rsidRPr="008170CB" w:rsidRDefault="00DC1060" w:rsidP="00DC1060"/>
    <w:p w:rsidR="002500BB" w:rsidRPr="00DC1060" w:rsidRDefault="002500BB" w:rsidP="00DC1060"/>
    <w:sectPr w:rsidR="002500BB" w:rsidRPr="00DC1060" w:rsidSect="00DC106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060" w:rsidRDefault="00DC1060" w:rsidP="00E12559">
      <w:r>
        <w:separator/>
      </w:r>
    </w:p>
  </w:endnote>
  <w:endnote w:type="continuationSeparator" w:id="0">
    <w:p w:rsidR="00DC1060" w:rsidRDefault="00DC106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060" w:rsidRDefault="00DC1060" w:rsidP="00E12559">
      <w:r>
        <w:separator/>
      </w:r>
    </w:p>
  </w:footnote>
  <w:footnote w:type="continuationSeparator" w:id="0">
    <w:p w:rsidR="00DC1060" w:rsidRDefault="00DC106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65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6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56513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467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2708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060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9BDEB5A-A873-4538-965C-8506D8F1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B04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04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6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102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Admin-PC</cp:lastModifiedBy>
  <cp:revision>3</cp:revision>
  <cp:lastPrinted>2020-09-24T11:24:00Z</cp:lastPrinted>
  <dcterms:created xsi:type="dcterms:W3CDTF">2020-09-24T09:44:00Z</dcterms:created>
  <dcterms:modified xsi:type="dcterms:W3CDTF">2020-09-28T07:59:00Z</dcterms:modified>
</cp:coreProperties>
</file>